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6E" w:rsidRPr="00122970" w:rsidRDefault="00902F6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902F6E" w:rsidRDefault="00902F6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02F6E" w:rsidRPr="00371B2B" w:rsidRDefault="00902F6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02F6E" w:rsidRPr="00371B2B" w:rsidRDefault="00902F6E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902F6E" w:rsidRPr="00371B2B" w:rsidRDefault="00902F6E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902F6E" w:rsidRPr="00371B2B" w:rsidRDefault="00902F6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902F6E" w:rsidRDefault="00902F6E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im. J. M. Ossolińskiego w Woli Mieleckiej</w:t>
      </w:r>
    </w:p>
    <w:p w:rsidR="00902F6E" w:rsidRPr="00144DB4" w:rsidRDefault="00902F6E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902F6E" w:rsidRPr="00371B2B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02F6E" w:rsidRDefault="00902F6E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902F6E" w:rsidRPr="00122970" w:rsidRDefault="00902F6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902F6E" w:rsidRPr="00371B2B" w:rsidRDefault="00902F6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902F6E" w:rsidRPr="00122970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02F6E" w:rsidRPr="00F36C31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902F6E" w:rsidRPr="00122970" w:rsidRDefault="00902F6E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Wola Mielecka 406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902F6E" w:rsidRPr="00F36C31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902F6E" w:rsidRPr="00F36C31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902F6E" w:rsidRPr="00122970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zs.wolam@ug.mielec.pl</w:t>
      </w:r>
    </w:p>
    <w:p w:rsidR="00902F6E" w:rsidRPr="00F36C31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902F6E" w:rsidRPr="007D3844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902F6E" w:rsidRPr="00122970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583-04-30</w:t>
      </w:r>
    </w:p>
    <w:p w:rsidR="00902F6E" w:rsidRPr="00F36C31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902F6E" w:rsidRPr="00122970" w:rsidRDefault="00902F6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02F6E" w:rsidRPr="00371B2B" w:rsidRDefault="00902F6E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02F6E" w:rsidRDefault="00902F6E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902F6E" w:rsidRDefault="00902F6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02F6E" w:rsidRPr="00371B2B" w:rsidTr="006A1006">
        <w:tc>
          <w:tcPr>
            <w:tcW w:w="421" w:type="dxa"/>
          </w:tcPr>
          <w:p w:rsidR="00902F6E" w:rsidRPr="006930BA" w:rsidRDefault="00902F6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902F6E" w:rsidRPr="00371B2B" w:rsidRDefault="00902F6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902F6E" w:rsidRDefault="00902F6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902F6E" w:rsidRPr="00371B2B" w:rsidRDefault="00902F6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902F6E" w:rsidRPr="00371B2B" w:rsidRDefault="00902F6E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02F6E" w:rsidRDefault="00902F6E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02F6E" w:rsidRPr="00371B2B" w:rsidRDefault="00902F6E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902F6E" w:rsidRDefault="00902F6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902F6E" w:rsidRDefault="00902F6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02F6E" w:rsidRPr="00371B2B" w:rsidRDefault="00902F6E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9C5635" w:rsidRDefault="00902F6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902F6E" w:rsidRPr="009C5635" w:rsidRDefault="00902F6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9C5635" w:rsidTr="006A1006">
        <w:tc>
          <w:tcPr>
            <w:tcW w:w="421" w:type="dxa"/>
          </w:tcPr>
          <w:p w:rsidR="00902F6E" w:rsidRPr="009C5635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9C5635" w:rsidRDefault="00902F6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902F6E" w:rsidRPr="009C5635" w:rsidRDefault="00902F6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9C5635" w:rsidTr="006A1006">
        <w:tc>
          <w:tcPr>
            <w:tcW w:w="421" w:type="dxa"/>
          </w:tcPr>
          <w:p w:rsidR="00902F6E" w:rsidRPr="009C5635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9C5635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902F6E" w:rsidRPr="009C5635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9C5635" w:rsidTr="006A1006">
        <w:tc>
          <w:tcPr>
            <w:tcW w:w="421" w:type="dxa"/>
          </w:tcPr>
          <w:p w:rsidR="00902F6E" w:rsidRPr="009C5635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9C5635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902F6E" w:rsidRPr="009C5635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9C5635" w:rsidTr="006A1006">
        <w:tc>
          <w:tcPr>
            <w:tcW w:w="421" w:type="dxa"/>
          </w:tcPr>
          <w:p w:rsidR="00902F6E" w:rsidRPr="009C5635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902F6E" w:rsidRPr="00371B2B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02F6E" w:rsidRDefault="00902F6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02F6E" w:rsidRPr="008611E1" w:rsidRDefault="00902F6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Default="00902F6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02F6E" w:rsidRPr="008611E1" w:rsidRDefault="00902F6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02F6E" w:rsidRPr="00371B2B" w:rsidTr="006A1006">
        <w:tc>
          <w:tcPr>
            <w:tcW w:w="421" w:type="dxa"/>
          </w:tcPr>
          <w:p w:rsidR="00902F6E" w:rsidRPr="00371B2B" w:rsidRDefault="00902F6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02F6E" w:rsidRPr="00763E28" w:rsidRDefault="00902F6E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902F6E" w:rsidRPr="00371B2B" w:rsidRDefault="00902F6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902F6E" w:rsidRPr="009C5635" w:rsidRDefault="00902F6E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902F6E" w:rsidRPr="00AD7837" w:rsidTr="00617577">
        <w:trPr>
          <w:trHeight w:val="413"/>
        </w:trPr>
        <w:tc>
          <w:tcPr>
            <w:tcW w:w="534" w:type="dxa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902F6E" w:rsidRPr="00AD7837" w:rsidRDefault="00902F6E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902F6E" w:rsidRPr="00AD7837" w:rsidTr="00617577">
        <w:trPr>
          <w:trHeight w:val="559"/>
        </w:trPr>
        <w:tc>
          <w:tcPr>
            <w:tcW w:w="534" w:type="dxa"/>
            <w:vMerge w:val="restart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902F6E" w:rsidRPr="00AD7837" w:rsidRDefault="00902F6E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902F6E" w:rsidRPr="00AD7837" w:rsidRDefault="00902F6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902F6E" w:rsidRPr="00A33AEA" w:rsidRDefault="00902F6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902F6E" w:rsidRPr="00AD7837" w:rsidTr="00617577">
        <w:trPr>
          <w:trHeight w:val="318"/>
        </w:trPr>
        <w:tc>
          <w:tcPr>
            <w:tcW w:w="53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02F6E" w:rsidRPr="00AD7837" w:rsidRDefault="00902F6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902F6E" w:rsidRPr="00AD7837" w:rsidRDefault="00902F6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902F6E" w:rsidRPr="00AD7837" w:rsidTr="00617577">
        <w:trPr>
          <w:trHeight w:val="962"/>
        </w:trPr>
        <w:tc>
          <w:tcPr>
            <w:tcW w:w="53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02F6E" w:rsidRPr="00AD7837" w:rsidRDefault="00902F6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02F6E" w:rsidRPr="00AD7837" w:rsidRDefault="00902F6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902F6E" w:rsidRPr="00AD7837" w:rsidRDefault="00902F6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902F6E" w:rsidRPr="00AD7837" w:rsidTr="00617577">
        <w:trPr>
          <w:trHeight w:val="408"/>
        </w:trPr>
        <w:tc>
          <w:tcPr>
            <w:tcW w:w="534" w:type="dxa"/>
            <w:vAlign w:val="center"/>
          </w:tcPr>
          <w:p w:rsidR="00902F6E" w:rsidRPr="00412B9E" w:rsidRDefault="00902F6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8018590365500085922599</w:t>
            </w:r>
          </w:p>
        </w:tc>
        <w:tc>
          <w:tcPr>
            <w:tcW w:w="1701" w:type="dxa"/>
            <w:vAlign w:val="center"/>
          </w:tcPr>
          <w:p w:rsidR="00902F6E" w:rsidRDefault="00902F6E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Wola Mielecka 406</w:t>
            </w:r>
          </w:p>
          <w:p w:rsidR="00902F6E" w:rsidRPr="00412B9E" w:rsidRDefault="00902F6E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02F6E" w:rsidRPr="00412B9E" w:rsidRDefault="00902F6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02F6E" w:rsidRPr="00412B9E" w:rsidRDefault="002904ED" w:rsidP="002904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902F6E" w:rsidRPr="00AD7837" w:rsidTr="00617577">
        <w:trPr>
          <w:trHeight w:val="444"/>
        </w:trPr>
        <w:tc>
          <w:tcPr>
            <w:tcW w:w="534" w:type="dxa"/>
            <w:vAlign w:val="center"/>
          </w:tcPr>
          <w:p w:rsidR="00902F6E" w:rsidRPr="00412B9E" w:rsidRDefault="00902F6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902F6E" w:rsidRPr="00412B9E" w:rsidRDefault="00902F6E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8018590365500085922544</w:t>
            </w:r>
          </w:p>
        </w:tc>
        <w:tc>
          <w:tcPr>
            <w:tcW w:w="1701" w:type="dxa"/>
            <w:vAlign w:val="center"/>
          </w:tcPr>
          <w:p w:rsidR="00902F6E" w:rsidRDefault="00902F6E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Wola Mielecka 406</w:t>
            </w:r>
          </w:p>
          <w:p w:rsidR="00902F6E" w:rsidRPr="00412B9E" w:rsidRDefault="00902F6E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494B2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02F6E" w:rsidRPr="00412B9E" w:rsidRDefault="00902F6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02F6E" w:rsidRPr="00412B9E" w:rsidRDefault="00902F6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902F6E" w:rsidRPr="00412B9E" w:rsidRDefault="002904ED" w:rsidP="002904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902F6E" w:rsidRPr="008611E1" w:rsidRDefault="00902F6E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902F6E" w:rsidRPr="008611E1" w:rsidRDefault="00902F6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902F6E" w:rsidRDefault="00902F6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902F6E" w:rsidRDefault="00902F6E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902F6E" w:rsidRPr="004760F6" w:rsidTr="002C13B3">
        <w:trPr>
          <w:trHeight w:val="309"/>
        </w:trPr>
        <w:tc>
          <w:tcPr>
            <w:tcW w:w="2694" w:type="dxa"/>
          </w:tcPr>
          <w:p w:rsidR="00902F6E" w:rsidRPr="004760F6" w:rsidRDefault="00902F6E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902F6E" w:rsidRPr="004760F6" w:rsidRDefault="00902F6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902F6E" w:rsidRPr="004760F6" w:rsidRDefault="00902F6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902F6E" w:rsidRPr="004760F6" w:rsidTr="002C13B3">
        <w:trPr>
          <w:trHeight w:val="689"/>
        </w:trPr>
        <w:tc>
          <w:tcPr>
            <w:tcW w:w="2694" w:type="dxa"/>
          </w:tcPr>
          <w:p w:rsidR="00902F6E" w:rsidRPr="004760F6" w:rsidRDefault="00902F6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902F6E" w:rsidRPr="004760F6" w:rsidRDefault="00902F6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902F6E" w:rsidRPr="004760F6" w:rsidRDefault="00902F6E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902F6E" w:rsidRPr="00B63457" w:rsidRDefault="00902F6E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902F6E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93" w:rsidRDefault="007C5093">
      <w:r>
        <w:separator/>
      </w:r>
    </w:p>
  </w:endnote>
  <w:endnote w:type="continuationSeparator" w:id="0">
    <w:p w:rsidR="007C5093" w:rsidRDefault="007C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93" w:rsidRDefault="007C5093">
      <w:r>
        <w:separator/>
      </w:r>
    </w:p>
  </w:footnote>
  <w:footnote w:type="continuationSeparator" w:id="0">
    <w:p w:rsidR="007C5093" w:rsidRDefault="007C5093">
      <w:r>
        <w:continuationSeparator/>
      </w:r>
    </w:p>
  </w:footnote>
  <w:footnote w:id="1">
    <w:p w:rsidR="00902F6E" w:rsidRPr="00EF7F64" w:rsidRDefault="00902F6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902F6E" w:rsidRPr="00EF7F64" w:rsidRDefault="00902F6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902F6E" w:rsidRPr="00EF7F64" w:rsidRDefault="00902F6E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902F6E" w:rsidRDefault="00902F6E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902F6E" w:rsidRPr="00822183" w:rsidRDefault="00902F6E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902F6E" w:rsidRDefault="00902F6E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902F6E" w:rsidRPr="00D23820" w:rsidRDefault="00902F6E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902F6E" w:rsidRPr="008611E1" w:rsidRDefault="00902F6E">
      <w:pPr>
        <w:pStyle w:val="Tekstprzypisudolnego"/>
        <w:rPr>
          <w:sz w:val="2"/>
          <w:szCs w:val="2"/>
        </w:rPr>
      </w:pPr>
    </w:p>
  </w:footnote>
  <w:footnote w:id="9">
    <w:p w:rsidR="00902F6E" w:rsidRPr="008611E1" w:rsidRDefault="00902F6E" w:rsidP="00CD0317">
      <w:pPr>
        <w:pStyle w:val="Tekstprzypisudolnego"/>
        <w:rPr>
          <w:sz w:val="2"/>
          <w:szCs w:val="2"/>
        </w:rPr>
      </w:pPr>
    </w:p>
  </w:footnote>
  <w:footnote w:id="10">
    <w:p w:rsidR="00902F6E" w:rsidRPr="008611E1" w:rsidRDefault="00902F6E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2904ED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8650F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04ED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B25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093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2F6E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1A6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F2E621-C9FE-4655-97C4-CEE22844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1163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2022-07-03T12:36:00Z</dcterms:created>
  <dcterms:modified xsi:type="dcterms:W3CDTF">2022-08-09T13:01:00Z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